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177FB" w14:textId="257923A0" w:rsidR="00BD19C6" w:rsidRDefault="00FE7926">
      <w:r>
        <w:rPr>
          <w:noProof/>
        </w:rPr>
        <w:drawing>
          <wp:anchor distT="0" distB="0" distL="114300" distR="114300" simplePos="0" relativeHeight="251653120" behindDoc="0" locked="0" layoutInCell="1" allowOverlap="1" wp14:anchorId="2974B9D9" wp14:editId="26EB21B7">
            <wp:simplePos x="0" y="0"/>
            <wp:positionH relativeFrom="page">
              <wp:posOffset>1623060</wp:posOffset>
            </wp:positionH>
            <wp:positionV relativeFrom="page">
              <wp:posOffset>341630</wp:posOffset>
            </wp:positionV>
            <wp:extent cx="4548505" cy="4548505"/>
            <wp:effectExtent l="0" t="0" r="0" b="0"/>
            <wp:wrapNone/>
            <wp:docPr id="10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505" cy="454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C48A29" w14:textId="7B930CB7" w:rsidR="00BD19C6" w:rsidRDefault="00BD19C6"/>
    <w:p w14:paraId="2AF526A8" w14:textId="760C2C16" w:rsidR="00BD19C6" w:rsidRDefault="00FE7926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C23FC1" wp14:editId="6E22741E">
                <wp:simplePos x="0" y="0"/>
                <wp:positionH relativeFrom="column">
                  <wp:posOffset>-1152525</wp:posOffset>
                </wp:positionH>
                <wp:positionV relativeFrom="paragraph">
                  <wp:posOffset>8865870</wp:posOffset>
                </wp:positionV>
                <wp:extent cx="2571750" cy="342900"/>
                <wp:effectExtent l="0" t="0" r="0" b="0"/>
                <wp:wrapNone/>
                <wp:docPr id="130675344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09E28" w14:textId="77777777" w:rsidR="00FE7926" w:rsidRPr="00FE7926" w:rsidRDefault="00FE7926" w:rsidP="00FE7926">
                            <w:pPr>
                              <w:jc w:val="center"/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E7926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www.bluelayouts.org</w:t>
                            </w:r>
                          </w:p>
                          <w:p w14:paraId="1914B000" w14:textId="77777777" w:rsidR="00FE7926" w:rsidRPr="00FE7926" w:rsidRDefault="00FE7926" w:rsidP="00FE7926">
                            <w:pPr>
                              <w:jc w:val="center"/>
                              <w:rPr>
                                <w:color w:val="4472C4" w:themeColor="accent1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23FC1" id="_x0000_t202" coordsize="21600,21600" o:spt="202" path="m,l,21600r21600,l21600,xe">
                <v:stroke joinstyle="miter"/>
                <v:path gradientshapeok="t" o:connecttype="rect"/>
              </v:shapetype>
              <v:shape id="Text Box 116" o:spid="_x0000_s1026" type="#_x0000_t202" style="position:absolute;margin-left:-90.75pt;margin-top:698.1pt;width:202.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" stroked="f">
                <v:textbox>
                  <w:txbxContent>
                    <w:p w14:paraId="49B09E28" w14:textId="77777777" w:rsidR="00FE7926" w:rsidRPr="00FE7926" w:rsidRDefault="00FE7926" w:rsidP="00FE7926">
                      <w:pPr>
                        <w:jc w:val="center"/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FE7926">
                        <w:rPr>
                          <w:color w:val="4472C4" w:themeColor="accent1"/>
                          <w:sz w:val="28"/>
                          <w:szCs w:val="28"/>
                        </w:rPr>
                        <w:t>www.bluelayouts.org</w:t>
                      </w:r>
                    </w:p>
                    <w:p w14:paraId="1914B000" w14:textId="77777777" w:rsidR="00FE7926" w:rsidRPr="00FE7926" w:rsidRDefault="00FE7926" w:rsidP="00FE7926">
                      <w:pPr>
                        <w:jc w:val="center"/>
                        <w:rPr>
                          <w:color w:val="4472C4" w:themeColor="accent1"/>
                          <w:sz w:val="18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2096" behindDoc="0" locked="0" layoutInCell="1" allowOverlap="1" wp14:anchorId="19D8B3C1" wp14:editId="1A2F07A4">
            <wp:simplePos x="0" y="0"/>
            <wp:positionH relativeFrom="page">
              <wp:posOffset>1623060</wp:posOffset>
            </wp:positionH>
            <wp:positionV relativeFrom="page">
              <wp:posOffset>5043170</wp:posOffset>
            </wp:positionV>
            <wp:extent cx="4548505" cy="4548505"/>
            <wp:effectExtent l="0" t="0" r="0" b="0"/>
            <wp:wrapNone/>
            <wp:docPr id="1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505" cy="454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60F6AC" wp14:editId="3F65E82B">
                <wp:simplePos x="0" y="0"/>
                <wp:positionH relativeFrom="column">
                  <wp:posOffset>3329940</wp:posOffset>
                </wp:positionH>
                <wp:positionV relativeFrom="paragraph">
                  <wp:posOffset>8720455</wp:posOffset>
                </wp:positionV>
                <wp:extent cx="3893820" cy="409575"/>
                <wp:effectExtent l="0" t="0" r="0" b="0"/>
                <wp:wrapNone/>
                <wp:docPr id="2948579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9382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9A3912" w14:textId="77777777" w:rsidR="00FE7926" w:rsidRPr="00B66A09" w:rsidRDefault="00FE7926" w:rsidP="00FE7926">
                            <w:pPr>
                              <w:jc w:val="right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66A09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0F6AC" id="Text Box 4" o:spid="_x0000_s1027" type="#_x0000_t202" style="position:absolute;margin-left:262.2pt;margin-top:686.65pt;width:306.6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" filled="f" stroked="f" strokeweight=".5pt">
                <v:textbox>
                  <w:txbxContent>
                    <w:p w14:paraId="4D9A3912" w14:textId="77777777" w:rsidR="00FE7926" w:rsidRPr="00B66A09" w:rsidRDefault="00FE7926" w:rsidP="00FE7926">
                      <w:pPr>
                        <w:jc w:val="right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B66A09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D71C0D" wp14:editId="056661FD">
                <wp:simplePos x="0" y="0"/>
                <wp:positionH relativeFrom="column">
                  <wp:posOffset>3329940</wp:posOffset>
                </wp:positionH>
                <wp:positionV relativeFrom="paragraph">
                  <wp:posOffset>8720455</wp:posOffset>
                </wp:positionV>
                <wp:extent cx="3893820" cy="409575"/>
                <wp:effectExtent l="0" t="0" r="0" b="0"/>
                <wp:wrapNone/>
                <wp:docPr id="183145465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9382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3AF5AD" w14:textId="77777777" w:rsidR="00FE7926" w:rsidRPr="00B66A09" w:rsidRDefault="00FE7926" w:rsidP="00FE7926">
                            <w:pPr>
                              <w:jc w:val="right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66A09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71C0D" id="Text Box 3" o:spid="_x0000_s1028" type="#_x0000_t202" style="position:absolute;margin-left:262.2pt;margin-top:686.65pt;width:306.6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" filled="f" stroked="f" strokeweight=".5pt">
                <v:textbox>
                  <w:txbxContent>
                    <w:p w14:paraId="4F3AF5AD" w14:textId="77777777" w:rsidR="00FE7926" w:rsidRPr="00B66A09" w:rsidRDefault="00FE7926" w:rsidP="00FE7926">
                      <w:pPr>
                        <w:jc w:val="right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B66A09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EAE7F1" wp14:editId="15623449">
                <wp:simplePos x="0" y="0"/>
                <wp:positionH relativeFrom="column">
                  <wp:posOffset>3329940</wp:posOffset>
                </wp:positionH>
                <wp:positionV relativeFrom="paragraph">
                  <wp:posOffset>8720455</wp:posOffset>
                </wp:positionV>
                <wp:extent cx="3893820" cy="409575"/>
                <wp:effectExtent l="0" t="0" r="0" b="0"/>
                <wp:wrapNone/>
                <wp:docPr id="15898400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9382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8BDD1A5" w14:textId="77777777" w:rsidR="00FE7926" w:rsidRPr="00B66A09" w:rsidRDefault="00FE7926" w:rsidP="00FE7926">
                            <w:pPr>
                              <w:jc w:val="right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66A09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AE7F1" id="Text Box 2" o:spid="_x0000_s1029" type="#_x0000_t202" style="position:absolute;margin-left:262.2pt;margin-top:686.65pt;width:306.6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" filled="f" stroked="f" strokeweight=".5pt">
                <v:textbox>
                  <w:txbxContent>
                    <w:p w14:paraId="08BDD1A5" w14:textId="77777777" w:rsidR="00FE7926" w:rsidRPr="00B66A09" w:rsidRDefault="00FE7926" w:rsidP="00FE7926">
                      <w:pPr>
                        <w:jc w:val="right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B66A09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757AB2" wp14:editId="36EDFC55">
                <wp:simplePos x="0" y="0"/>
                <wp:positionH relativeFrom="column">
                  <wp:posOffset>3329940</wp:posOffset>
                </wp:positionH>
                <wp:positionV relativeFrom="paragraph">
                  <wp:posOffset>8720455</wp:posOffset>
                </wp:positionV>
                <wp:extent cx="3893820" cy="409575"/>
                <wp:effectExtent l="0" t="0" r="0" b="0"/>
                <wp:wrapNone/>
                <wp:docPr id="165890505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9382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40654D" w14:textId="77777777" w:rsidR="00FE7926" w:rsidRPr="00B66A09" w:rsidRDefault="00FE7926" w:rsidP="00FE7926">
                            <w:pPr>
                              <w:jc w:val="right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66A09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57AB2" id="Text Box 1" o:spid="_x0000_s1030" type="#_x0000_t202" style="position:absolute;margin-left:262.2pt;margin-top:686.65pt;width:306.6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" filled="f" stroked="f" strokeweight=".5pt">
                <v:textbox>
                  <w:txbxContent>
                    <w:p w14:paraId="5740654D" w14:textId="77777777" w:rsidR="00FE7926" w:rsidRPr="00B66A09" w:rsidRDefault="00FE7926" w:rsidP="00FE7926">
                      <w:pPr>
                        <w:jc w:val="right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B66A09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0A7F49" wp14:editId="02F8C0B4">
                <wp:simplePos x="0" y="0"/>
                <wp:positionH relativeFrom="page">
                  <wp:posOffset>4617720</wp:posOffset>
                </wp:positionH>
                <wp:positionV relativeFrom="page">
                  <wp:posOffset>7580630</wp:posOffset>
                </wp:positionV>
                <wp:extent cx="1143000" cy="638175"/>
                <wp:effectExtent l="0" t="0" r="1905" b="1270"/>
                <wp:wrapNone/>
                <wp:docPr id="193535645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EF497" w14:textId="77777777" w:rsidR="00BD19C6" w:rsidRDefault="00BD19C6">
                            <w:pPr>
                              <w:pStyle w:val="CDDescription"/>
                            </w:pPr>
                            <w:r>
                              <w:t>Write some lines for CD description here. Write some lines for CD description here.</w:t>
                            </w:r>
                          </w:p>
                        </w:txbxContent>
                      </wps:txbx>
                      <wps:bodyPr rot="0" vert="horz" wrap="square" lIns="28575" tIns="28575" rIns="28575" bIns="285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A7F49" id="Text Box 104" o:spid="_x0000_s1031" type="#_x0000_t202" style="position:absolute;margin-left:363.6pt;margin-top:596.9pt;width:90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" filled="f" stroked="f">
                <v:textbox inset="2.25pt,2.25pt,2.25pt,2.25pt">
                  <w:txbxContent>
                    <w:p w14:paraId="0C0EF497" w14:textId="77777777" w:rsidR="00BD19C6" w:rsidRDefault="00BD19C6">
                      <w:pPr>
                        <w:pStyle w:val="CDDescription"/>
                      </w:pPr>
                      <w:r>
                        <w:t>Write some lines for CD description here. Write some lines for CD description here.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C22254" wp14:editId="6D970316">
                <wp:simplePos x="0" y="0"/>
                <wp:positionH relativeFrom="page">
                  <wp:posOffset>2057400</wp:posOffset>
                </wp:positionH>
                <wp:positionV relativeFrom="page">
                  <wp:posOffset>6894830</wp:posOffset>
                </wp:positionV>
                <wp:extent cx="914400" cy="990600"/>
                <wp:effectExtent l="0" t="0" r="0" b="1270"/>
                <wp:wrapNone/>
                <wp:docPr id="140595987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F39B1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147510CC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6A121F40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5445BC7B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125C998C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057B41B1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22254" id="Text Box 106" o:spid="_x0000_s1032" type="#_x0000_t202" style="position:absolute;margin-left:162pt;margin-top:542.9pt;width:1in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" filled="f" stroked="f">
                <v:textbox inset="1.5pt,1.5pt,1.5pt,1.5pt">
                  <w:txbxContent>
                    <w:p w14:paraId="419F39B1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147510CC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6A121F40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5445BC7B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125C998C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057B41B1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BF8CF" wp14:editId="42E3AF73">
                <wp:simplePos x="0" y="0"/>
                <wp:positionH relativeFrom="page">
                  <wp:posOffset>2633345</wp:posOffset>
                </wp:positionH>
                <wp:positionV relativeFrom="page">
                  <wp:posOffset>5751830</wp:posOffset>
                </wp:positionV>
                <wp:extent cx="1114425" cy="971550"/>
                <wp:effectExtent l="4445" t="0" r="0" b="1270"/>
                <wp:wrapNone/>
                <wp:docPr id="123405954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6FCFCE" w14:textId="77777777" w:rsidR="00BD19C6" w:rsidRDefault="00BD19C6">
                            <w:pPr>
                              <w:pStyle w:val="CDTitle"/>
                            </w:pPr>
                            <w:r>
                              <w:t>CD TITLE HERE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BF8CF" id="Text Box 102" o:spid="_x0000_s1033" type="#_x0000_t202" style="position:absolute;margin-left:207.35pt;margin-top:452.9pt;width:87.7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" filled="f" fillcolor="#ff9" stroked="f">
                <v:textbox inset="1.5pt,1.5pt,1.5pt,1.5pt">
                  <w:txbxContent>
                    <w:p w14:paraId="156FCFCE" w14:textId="77777777" w:rsidR="00BD19C6" w:rsidRDefault="00BD19C6">
                      <w:pPr>
                        <w:pStyle w:val="CDTitle"/>
                      </w:pPr>
                      <w:r>
                        <w:t>CD TITLE HERE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75069F" wp14:editId="02861D4D">
                <wp:simplePos x="0" y="0"/>
                <wp:positionH relativeFrom="page">
                  <wp:posOffset>4617720</wp:posOffset>
                </wp:positionH>
                <wp:positionV relativeFrom="page">
                  <wp:posOffset>2743200</wp:posOffset>
                </wp:positionV>
                <wp:extent cx="1143000" cy="628650"/>
                <wp:effectExtent l="0" t="0" r="1905" b="0"/>
                <wp:wrapNone/>
                <wp:docPr id="186894448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FB5FCA" w14:textId="77777777" w:rsidR="00BD19C6" w:rsidRDefault="00BD19C6">
                            <w:pPr>
                              <w:pStyle w:val="CDDescription"/>
                            </w:pPr>
                            <w:r>
                              <w:t>Write some lines for CD description here. Write some lines for CD description here.</w:t>
                            </w:r>
                          </w:p>
                        </w:txbxContent>
                      </wps:txbx>
                      <wps:bodyPr rot="0" vert="horz" wrap="square" lIns="28575" tIns="28575" rIns="28575" bIns="285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5069F" id="Text Box 7" o:spid="_x0000_s1034" type="#_x0000_t202" style="position:absolute;margin-left:363.6pt;margin-top:3in;width:90pt;height:49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" filled="f" stroked="f">
                <v:textbox inset="2.25pt,2.25pt,2.25pt,2.25pt">
                  <w:txbxContent>
                    <w:p w14:paraId="45FB5FCA" w14:textId="77777777" w:rsidR="00BD19C6" w:rsidRDefault="00BD19C6">
                      <w:pPr>
                        <w:pStyle w:val="CDDescription"/>
                      </w:pPr>
                      <w:r>
                        <w:t>Write some lines for CD description here. Write some lines for CD description here.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8BF17C" wp14:editId="25186FF9">
                <wp:simplePos x="0" y="0"/>
                <wp:positionH relativeFrom="page">
                  <wp:posOffset>2057400</wp:posOffset>
                </wp:positionH>
                <wp:positionV relativeFrom="page">
                  <wp:posOffset>2057400</wp:posOffset>
                </wp:positionV>
                <wp:extent cx="914400" cy="1000125"/>
                <wp:effectExtent l="0" t="0" r="0" b="0"/>
                <wp:wrapNone/>
                <wp:docPr id="141391199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AD81E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42C1CB0B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1F973E2A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08388A95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7C2927E1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51EBD3F4" w14:textId="77777777" w:rsidR="00BD19C6" w:rsidRDefault="00BD19C6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BF17C" id="Text Box 9" o:spid="_x0000_s1035" type="#_x0000_t202" style="position:absolute;margin-left:162pt;margin-top:162pt;width:1in;height:7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" filled="f" stroked="f">
                <v:textbox inset="1.5pt,1.5pt,1.5pt,1.5pt">
                  <w:txbxContent>
                    <w:p w14:paraId="4B7AD81E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42C1CB0B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1F973E2A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08388A95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7C2927E1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51EBD3F4" w14:textId="77777777" w:rsidR="00BD19C6" w:rsidRDefault="00BD19C6">
                      <w:pPr>
                        <w:pStyle w:val="CDList"/>
                      </w:pPr>
                      <w:r>
                        <w:t>List Item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4BBCEDA" wp14:editId="123A1798">
                <wp:simplePos x="0" y="0"/>
                <wp:positionH relativeFrom="page">
                  <wp:posOffset>2633345</wp:posOffset>
                </wp:positionH>
                <wp:positionV relativeFrom="page">
                  <wp:posOffset>914400</wp:posOffset>
                </wp:positionV>
                <wp:extent cx="1114425" cy="1028700"/>
                <wp:effectExtent l="4445" t="0" r="0" b="0"/>
                <wp:wrapNone/>
                <wp:docPr id="45899115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4CED6" w14:textId="77777777" w:rsidR="00BD19C6" w:rsidRDefault="00BD19C6">
                            <w:pPr>
                              <w:pStyle w:val="CDTitle"/>
                            </w:pPr>
                            <w:r>
                              <w:t>CD TITLE HERE</w:t>
                            </w:r>
                          </w:p>
                          <w:p w14:paraId="6C5FB3A4" w14:textId="77777777" w:rsidR="00BD19C6" w:rsidRDefault="00BD19C6">
                            <w:pPr>
                              <w:pStyle w:val="CDTitle"/>
                            </w:pP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BCEDA" id="_x0000_s1036" type="#_x0000_t202" style="position:absolute;margin-left:207.35pt;margin-top:1in;width:87.75pt;height:81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" filled="f" fillcolor="#ff9" stroked="f">
                <v:textbox inset="1.5pt,1.5pt,1.5pt,1.5pt">
                  <w:txbxContent>
                    <w:p w14:paraId="2E64CED6" w14:textId="77777777" w:rsidR="00BD19C6" w:rsidRDefault="00BD19C6">
                      <w:pPr>
                        <w:pStyle w:val="CDTitle"/>
                      </w:pPr>
                      <w:r>
                        <w:t>CD TITLE HERE</w:t>
                      </w:r>
                    </w:p>
                    <w:p w14:paraId="6C5FB3A4" w14:textId="77777777" w:rsidR="00BD19C6" w:rsidRDefault="00BD19C6">
                      <w:pPr>
                        <w:pStyle w:val="CDTitl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FB72DD" wp14:editId="2D05B4DB">
                <wp:simplePos x="0" y="0"/>
                <wp:positionH relativeFrom="page">
                  <wp:posOffset>4000500</wp:posOffset>
                </wp:positionH>
                <wp:positionV relativeFrom="page">
                  <wp:posOffset>1028700</wp:posOffset>
                </wp:positionV>
                <wp:extent cx="1114425" cy="342900"/>
                <wp:effectExtent l="0" t="0" r="0" b="0"/>
                <wp:wrapNone/>
                <wp:docPr id="84487898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09C33" w14:textId="77777777" w:rsidR="00BD19C6" w:rsidRDefault="00BD19C6">
                            <w:pPr>
                              <w:pStyle w:val="CDSubTitle"/>
                            </w:pPr>
                            <w:r>
                              <w:t>CD SUB-TITLE HERE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B72DD" id="Text Box 8" o:spid="_x0000_s1037" type="#_x0000_t202" style="position:absolute;margin-left:315pt;margin-top:81pt;width:87.7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" filled="f" stroked="f">
                <v:textbox inset="1.5pt,1.5pt,1.5pt,1.5pt">
                  <w:txbxContent>
                    <w:p w14:paraId="56F09C33" w14:textId="77777777" w:rsidR="00BD19C6" w:rsidRDefault="00BD19C6">
                      <w:pPr>
                        <w:pStyle w:val="CDSubTitle"/>
                      </w:pPr>
                      <w:r>
                        <w:t>CD SUB-TITLE HERE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250D1" wp14:editId="6D89BFDF">
                <wp:simplePos x="0" y="0"/>
                <wp:positionH relativeFrom="page">
                  <wp:posOffset>2926080</wp:posOffset>
                </wp:positionH>
                <wp:positionV relativeFrom="page">
                  <wp:posOffset>8723630</wp:posOffset>
                </wp:positionV>
                <wp:extent cx="1914525" cy="457200"/>
                <wp:effectExtent l="1905" t="0" r="0" b="1270"/>
                <wp:wrapNone/>
                <wp:docPr id="135363595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A7D1B6" w14:textId="77777777" w:rsidR="00BD19C6" w:rsidRDefault="00BD19C6">
                            <w:pPr>
                              <w:pStyle w:val="CDCopyright"/>
                            </w:pPr>
                            <w:r>
                              <w:t>Copyright information here.</w:t>
                            </w:r>
                          </w:p>
                          <w:p w14:paraId="5224FB59" w14:textId="77777777" w:rsidR="00BD19C6" w:rsidRDefault="00BD19C6">
                            <w:pPr>
                              <w:pStyle w:val="CDCopyright"/>
                            </w:pPr>
                            <w:r>
                              <w:t>All rights reserved.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250D1" id="Text Box 103" o:spid="_x0000_s1038" type="#_x0000_t202" style="position:absolute;margin-left:230.4pt;margin-top:686.9pt;width:150.7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" filled="f" stroked="f">
                <v:textbox inset="0,0,0,0">
                  <w:txbxContent>
                    <w:p w14:paraId="45A7D1B6" w14:textId="77777777" w:rsidR="00BD19C6" w:rsidRDefault="00BD19C6">
                      <w:pPr>
                        <w:pStyle w:val="CDCopyright"/>
                      </w:pPr>
                      <w:r>
                        <w:t>Copyright information here.</w:t>
                      </w:r>
                    </w:p>
                    <w:p w14:paraId="5224FB59" w14:textId="77777777" w:rsidR="00BD19C6" w:rsidRDefault="00BD19C6">
                      <w:pPr>
                        <w:pStyle w:val="CDCopyright"/>
                      </w:pPr>
                      <w:r>
                        <w:t>All rights reserved.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93352C" wp14:editId="36F8D3A6">
                <wp:simplePos x="0" y="0"/>
                <wp:positionH relativeFrom="page">
                  <wp:posOffset>4004945</wp:posOffset>
                </wp:positionH>
                <wp:positionV relativeFrom="page">
                  <wp:posOffset>5824855</wp:posOffset>
                </wp:positionV>
                <wp:extent cx="1114425" cy="342900"/>
                <wp:effectExtent l="4445" t="0" r="0" b="4445"/>
                <wp:wrapNone/>
                <wp:docPr id="194767049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465EE" w14:textId="77777777" w:rsidR="00BD19C6" w:rsidRDefault="00BD19C6">
                            <w:pPr>
                              <w:pStyle w:val="CDSubTitle"/>
                            </w:pPr>
                            <w:r>
                              <w:t>CD SUB-TITLE HERE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3352C" id="Text Box 105" o:spid="_x0000_s1039" type="#_x0000_t202" style="position:absolute;margin-left:315.35pt;margin-top:458.65pt;width:87.7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" filled="f" stroked="f">
                <v:textbox inset="1.5pt,1.5pt,1.5pt,1.5pt">
                  <w:txbxContent>
                    <w:p w14:paraId="68A465EE" w14:textId="77777777" w:rsidR="00BD19C6" w:rsidRDefault="00BD19C6">
                      <w:pPr>
                        <w:pStyle w:val="CDSubTitle"/>
                      </w:pPr>
                      <w:r>
                        <w:t>CD SUB-TITLE HERE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66BAB42" wp14:editId="0FA207A7">
                <wp:simplePos x="0" y="0"/>
                <wp:positionH relativeFrom="page">
                  <wp:posOffset>2926080</wp:posOffset>
                </wp:positionH>
                <wp:positionV relativeFrom="page">
                  <wp:posOffset>3886200</wp:posOffset>
                </wp:positionV>
                <wp:extent cx="1914525" cy="457200"/>
                <wp:effectExtent l="1905" t="0" r="0" b="0"/>
                <wp:wrapNone/>
                <wp:docPr id="99748104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A81BF" w14:textId="77777777" w:rsidR="00BD19C6" w:rsidRDefault="00BD19C6">
                            <w:pPr>
                              <w:pStyle w:val="CDCopyright"/>
                            </w:pPr>
                            <w:r>
                              <w:t>Copyright information here.</w:t>
                            </w:r>
                          </w:p>
                          <w:p w14:paraId="09604898" w14:textId="77777777" w:rsidR="00BD19C6" w:rsidRDefault="00BD19C6">
                            <w:pPr>
                              <w:pStyle w:val="CDCopyright"/>
                            </w:pPr>
                            <w:r>
                              <w:t>All rights reserved.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BAB42" id="Text Box 5" o:spid="_x0000_s1040" type="#_x0000_t202" style="position:absolute;margin-left:230.4pt;margin-top:306pt;width:150.7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" filled="f" stroked="f">
                <v:textbox inset="0,0,0,0">
                  <w:txbxContent>
                    <w:p w14:paraId="144A81BF" w14:textId="77777777" w:rsidR="00BD19C6" w:rsidRDefault="00BD19C6">
                      <w:pPr>
                        <w:pStyle w:val="CDCopyright"/>
                      </w:pPr>
                      <w:r>
                        <w:t>Copyright information here.</w:t>
                      </w:r>
                    </w:p>
                    <w:p w14:paraId="09604898" w14:textId="77777777" w:rsidR="00BD19C6" w:rsidRDefault="00BD19C6">
                      <w:pPr>
                        <w:pStyle w:val="CDCopyright"/>
                      </w:pPr>
                      <w:r>
                        <w:t>All rights reserved.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D19C6">
        <w:tab/>
      </w:r>
    </w:p>
    <w:sectPr w:rsidR="00BD19C6">
      <w:pgSz w:w="12240" w:h="15840"/>
      <w:pgMar w:top="720" w:right="2160" w:bottom="72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33415"/>
    <w:multiLevelType w:val="hybridMultilevel"/>
    <w:tmpl w:val="BDD6670C"/>
    <w:lvl w:ilvl="0" w:tplc="9902570C">
      <w:numFmt w:val="bullet"/>
      <w:pStyle w:val="CDLis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2209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926"/>
    <w:rsid w:val="001C5E23"/>
    <w:rsid w:val="008B0F41"/>
    <w:rsid w:val="00BD19C6"/>
    <w:rsid w:val="00FE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9,#900"/>
    </o:shapedefaults>
    <o:shapelayout v:ext="edit">
      <o:idmap v:ext="edit" data="1"/>
    </o:shapelayout>
  </w:shapeDefaults>
  <w:decimalSymbol w:val="."/>
  <w:listSeparator w:val=","/>
  <w14:docId w14:val="2892ECE5"/>
  <w15:chartTrackingRefBased/>
  <w15:docId w15:val="{BF714EC2-CE98-401C-87A7-0DE35A5F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Title">
    <w:name w:val="CDTitle"/>
    <w:basedOn w:val="Normal"/>
    <w:pPr>
      <w:jc w:val="right"/>
    </w:pPr>
    <w:rPr>
      <w:rFonts w:ascii="Impact" w:hAnsi="Impact" w:cs="Arial"/>
      <w:color w:val="FFFFFF"/>
      <w:sz w:val="42"/>
    </w:rPr>
  </w:style>
  <w:style w:type="paragraph" w:customStyle="1" w:styleId="CDCopyright">
    <w:name w:val="CDCopyright"/>
    <w:basedOn w:val="Normal"/>
    <w:pPr>
      <w:jc w:val="center"/>
    </w:pPr>
    <w:rPr>
      <w:rFonts w:ascii="Arial" w:hAnsi="Arial" w:cs="Arial"/>
      <w:color w:val="FFFFFF"/>
      <w:sz w:val="16"/>
    </w:rPr>
  </w:style>
  <w:style w:type="paragraph" w:customStyle="1" w:styleId="CDList">
    <w:name w:val="CDList"/>
    <w:basedOn w:val="Normal"/>
    <w:pPr>
      <w:numPr>
        <w:numId w:val="1"/>
      </w:numPr>
      <w:tabs>
        <w:tab w:val="clear" w:pos="720"/>
        <w:tab w:val="num" w:pos="180"/>
      </w:tabs>
      <w:ind w:left="180" w:hanging="180"/>
    </w:pPr>
    <w:rPr>
      <w:rFonts w:ascii="Arial" w:hAnsi="Arial" w:cs="Arial"/>
      <w:b/>
      <w:bCs/>
      <w:color w:val="9FC8B0"/>
      <w:sz w:val="14"/>
    </w:rPr>
  </w:style>
  <w:style w:type="paragraph" w:customStyle="1" w:styleId="CDDescription">
    <w:name w:val="CDDescription"/>
    <w:basedOn w:val="Normal"/>
    <w:pPr>
      <w:jc w:val="both"/>
    </w:pPr>
    <w:rPr>
      <w:rFonts w:ascii="Arial" w:hAnsi="Arial" w:cs="Arial"/>
      <w:color w:val="005090"/>
      <w:sz w:val="16"/>
    </w:rPr>
  </w:style>
  <w:style w:type="paragraph" w:customStyle="1" w:styleId="CDSubTitle">
    <w:name w:val="CDSubTitle"/>
    <w:basedOn w:val="Normal"/>
    <w:rPr>
      <w:rFonts w:ascii="Arial" w:hAnsi="Arial" w:cs="Arial"/>
      <w:b/>
      <w:bCs/>
      <w:color w:val="00509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dRagon\Downloads\NEW%20SITE\Aspect%20CD-DVD%20Labe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Aspect CD-DVD Label.dot</Template>
  <TotalTime>4</TotalTime>
  <Pages>1</Pages>
  <Words>0</Words>
  <Characters>0</Characters>
  <Application>Microsoft Office Word</Application>
  <DocSecurity>0</DocSecurity>
  <Lines>3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KMT</vt:lpstr>
    </vt:vector>
  </TitlesOfParts>
  <Company>KMT Software, Inc.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Aspect CD-DVD Label</dc:title>
  <dc:subject>Aspect CD-DVD Label</dc:subject>
  <dc:creator>RedRagon</dc:creator>
  <cp:keywords>CD Compact disc label labels DVD tag sticker ticket corporate cover identity envelope entity package</cp:keywords>
  <dc:description>Use this template to create a designer label for your CD or DVD. Insert necessary information in a flash.</dc:description>
  <cp:lastModifiedBy>QM22019</cp:lastModifiedBy>
  <cp:revision>3</cp:revision>
  <cp:lastPrinted>2001-05-05T04:04:00Z</cp:lastPrinted>
  <dcterms:created xsi:type="dcterms:W3CDTF">2023-12-23T12:36:00Z</dcterms:created>
  <dcterms:modified xsi:type="dcterms:W3CDTF">2023-12-23T13:10:00Z</dcterms:modified>
  <cp:category>Stationery Labels &amp; Cards\CD-DVD Labels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2</vt:lpwstr>
  </property>
  <property fmtid="{D5CDD505-2E9C-101B-9397-08002B2CF9AE}" pid="5" name="TemplateCategory">
    <vt:lpwstr/>
  </property>
  <property fmtid="{D5CDD505-2E9C-101B-9397-08002B2CF9AE}" pid="6" name="GrammarlyDocumentId">
    <vt:lpwstr>e8867bf5-7a66-480c-9779-96b9951a65f2</vt:lpwstr>
  </property>
</Properties>
</file>